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C1A8" w14:textId="77777777" w:rsidR="00613500" w:rsidRDefault="00613500" w:rsidP="003D3FC2">
      <w:pPr>
        <w:rPr>
          <w:lang w:val="pt-BR"/>
        </w:rPr>
      </w:pPr>
    </w:p>
    <w:p w14:paraId="511CBDF2" w14:textId="77777777" w:rsidR="00613500" w:rsidRDefault="00613500" w:rsidP="003D3FC2">
      <w:pPr>
        <w:rPr>
          <w:lang w:val="pt-BR"/>
        </w:rPr>
      </w:pPr>
    </w:p>
    <w:p w14:paraId="56AFD12B" w14:textId="77777777" w:rsidR="00877328" w:rsidRDefault="00877328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877328" w:rsidRPr="00CB6522" w14:paraId="0265718F" w14:textId="77777777" w:rsidTr="00973B1B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839CF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9637" w14:textId="77777777" w:rsidR="00877328" w:rsidRPr="00877328" w:rsidRDefault="00877328" w:rsidP="00973B1B">
            <w:pPr>
              <w:spacing w:line="259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OPERATOR PROFIL </w:t>
            </w:r>
            <w:r w:rsidR="0032661F" w:rsidRPr="0032661F">
              <w:rPr>
                <w:rFonts w:ascii="Calibri" w:hAnsi="Calibri" w:cs="Calibri"/>
                <w:b/>
                <w:bCs/>
              </w:rPr>
              <w:t>MTZ (MORTARE PENTRU TENCUIELI SI ZIDARII)</w:t>
            </w:r>
          </w:p>
        </w:tc>
      </w:tr>
      <w:tr w:rsidR="0091318B" w:rsidRPr="00CB6522" w14:paraId="43260ADF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298F" w14:textId="77777777" w:rsidR="0091318B" w:rsidRPr="0068276C" w:rsidRDefault="0091318B" w:rsidP="0091318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05AE" w14:textId="77777777" w:rsidR="0091318B" w:rsidRPr="001D1381" w:rsidRDefault="0091318B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Studii</w:t>
            </w:r>
            <w:proofErr w:type="spellEnd"/>
            <w:r w:rsidRPr="001D1381">
              <w:rPr>
                <w:rFonts w:ascii="Calibri" w:hAnsi="Calibri" w:cs="Calibri"/>
              </w:rPr>
              <w:t>:</w:t>
            </w:r>
            <w:r w:rsidRPr="0091318B">
              <w:rPr>
                <w:rFonts w:ascii="Calibri" w:hAnsi="Calibri" w:cs="Calibri"/>
              </w:rPr>
              <w:t xml:space="preserve"> </w:t>
            </w:r>
            <w:proofErr w:type="spellStart"/>
            <w:r w:rsidRPr="0091318B">
              <w:rPr>
                <w:rFonts w:ascii="Calibri" w:hAnsi="Calibri" w:cs="Calibri"/>
              </w:rPr>
              <w:t>medii</w:t>
            </w:r>
            <w:proofErr w:type="spellEnd"/>
            <w:r w:rsidRPr="0091318B">
              <w:rPr>
                <w:rFonts w:ascii="Calibri" w:hAnsi="Calibri" w:cs="Calibri"/>
              </w:rPr>
              <w:t xml:space="preserve"> </w:t>
            </w:r>
            <w:proofErr w:type="spellStart"/>
            <w:r w:rsidRPr="0091318B">
              <w:rPr>
                <w:rFonts w:ascii="Calibri" w:hAnsi="Calibri" w:cs="Calibri"/>
              </w:rPr>
              <w:t>liceale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studii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medii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liceale</w:t>
            </w:r>
            <w:proofErr w:type="spellEnd"/>
          </w:p>
          <w:p w14:paraId="5703AD8E" w14:textId="77777777" w:rsidR="0091318B" w:rsidRPr="0091318B" w:rsidRDefault="0091318B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-</w:t>
            </w:r>
          </w:p>
        </w:tc>
      </w:tr>
      <w:tr w:rsidR="0091318B" w:rsidRPr="00CB6522" w14:paraId="184F6DFD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ECEC" w14:textId="77777777" w:rsidR="0091318B" w:rsidRPr="0068276C" w:rsidRDefault="0091318B" w:rsidP="0091318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E065" w14:textId="77777777" w:rsidR="00CC102D" w:rsidRDefault="00CC102D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Proceduri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încercare</w:t>
            </w:r>
            <w:proofErr w:type="spellEnd"/>
            <w:r>
              <w:rPr>
                <w:rFonts w:ascii="Calibri" w:hAnsi="Calibri" w:cs="Calibri"/>
              </w:rPr>
              <w:t xml:space="preserve"> (PTI)</w:t>
            </w:r>
          </w:p>
          <w:p w14:paraId="2079412F" w14:textId="77777777" w:rsidR="00CC102D" w:rsidRPr="0091318B" w:rsidRDefault="00CC102D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r w:rsidRPr="00CC102D">
              <w:rPr>
                <w:rFonts w:ascii="Calibri" w:hAnsi="Calibri" w:cs="Calibri"/>
              </w:rPr>
              <w:t>nstrucţiunile</w:t>
            </w:r>
            <w:proofErr w:type="spellEnd"/>
            <w:r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Pr="00CC102D">
              <w:rPr>
                <w:rFonts w:ascii="Calibri" w:hAnsi="Calibri" w:cs="Calibri"/>
              </w:rPr>
              <w:t>folosire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  <w:proofErr w:type="gramStart"/>
            <w:r w:rsidRPr="00CC102D">
              <w:rPr>
                <w:rFonts w:ascii="Calibri" w:hAnsi="Calibri" w:cs="Calibri"/>
              </w:rPr>
              <w:t>a</w:t>
            </w:r>
            <w:proofErr w:type="gramEnd"/>
            <w:r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Pr="00CC102D">
              <w:rPr>
                <w:rFonts w:ascii="Calibri" w:hAnsi="Calibri" w:cs="Calibri"/>
              </w:rPr>
              <w:t>echipamentelor</w:t>
            </w:r>
            <w:proofErr w:type="spellEnd"/>
            <w:r w:rsidRPr="00CC102D">
              <w:rPr>
                <w:rFonts w:ascii="Calibri" w:hAnsi="Calibri" w:cs="Calibri"/>
              </w:rPr>
              <w:t xml:space="preserve"> (ILL);</w:t>
            </w:r>
          </w:p>
          <w:p w14:paraId="66C66E48" w14:textId="77777777" w:rsidR="0032661F" w:rsidRPr="0032661F" w:rsidRDefault="0032661F" w:rsidP="0032661F">
            <w:pPr>
              <w:numPr>
                <w:ilvl w:val="0"/>
                <w:numId w:val="2"/>
              </w:numPr>
              <w:tabs>
                <w:tab w:val="left" w:pos="360"/>
              </w:tabs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6581A190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3:2001/A1:2004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391FF03F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3:2001/A2:2007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zidarie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1950800C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404D1A0F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6:2001/A1:2007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68ED9926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7E192FA0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</w:t>
            </w:r>
            <w:r w:rsidR="00334CF0">
              <w:rPr>
                <w:rFonts w:ascii="Calibri" w:hAnsi="Calibri" w:cs="Calibri"/>
              </w:rPr>
              <w:t>`</w:t>
            </w:r>
            <w:r w:rsidRPr="0032661F">
              <w:rPr>
                <w:rFonts w:ascii="Calibri" w:hAnsi="Calibri" w:cs="Calibri"/>
              </w:rPr>
              <w:t>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274511C0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compresiune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1FC6B9B6" w14:textId="77777777" w:rsidR="0032661F" w:rsidRPr="0032661F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11:2020 -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lastRenderedPageBreak/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25CF2F1F" w14:textId="77777777" w:rsidR="0091318B" w:rsidRPr="00CC102D" w:rsidRDefault="0032661F" w:rsidP="0032661F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–12:2016 -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12: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aderenței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tencuire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gletuire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întărite</w:t>
            </w:r>
            <w:proofErr w:type="spellEnd"/>
            <w:r w:rsidRPr="0032661F">
              <w:rPr>
                <w:rFonts w:ascii="Calibri" w:hAnsi="Calibri" w:cs="Calibri"/>
              </w:rPr>
              <w:t xml:space="preserve"> pe </w:t>
            </w:r>
            <w:proofErr w:type="spellStart"/>
            <w:r w:rsidRPr="0032661F">
              <w:rPr>
                <w:rFonts w:ascii="Calibri" w:hAnsi="Calibri" w:cs="Calibri"/>
              </w:rPr>
              <w:t>suporturi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</w:tc>
      </w:tr>
      <w:tr w:rsidR="00877328" w:rsidRPr="00CB6522" w14:paraId="6573562B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3F74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15FE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Șef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laborator</w:t>
            </w:r>
            <w:proofErr w:type="spellEnd"/>
          </w:p>
          <w:p w14:paraId="679E645F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>
              <w:rPr>
                <w:rFonts w:ascii="Calibri" w:hAnsi="Calibri" w:cs="Calibri"/>
              </w:rPr>
              <w:t>Șef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</w:t>
            </w:r>
            <w:proofErr w:type="spellEnd"/>
          </w:p>
          <w:p w14:paraId="427D8C12" w14:textId="77777777" w:rsidR="00877328" w:rsidRPr="008F53F1" w:rsidRDefault="00877328" w:rsidP="00973B1B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>
              <w:rPr>
                <w:rFonts w:ascii="Calibri" w:hAnsi="Calibri" w:cs="Calibri"/>
              </w:rPr>
              <w:t>Responsabil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încercare</w:t>
            </w:r>
            <w:proofErr w:type="spellEnd"/>
          </w:p>
        </w:tc>
      </w:tr>
      <w:tr w:rsidR="00877328" w:rsidRPr="00CB6522" w14:paraId="63B7508A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A257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</w:t>
            </w:r>
            <w:proofErr w:type="spellStart"/>
            <w:r w:rsidRPr="0068276C">
              <w:rPr>
                <w:rFonts w:ascii="Calibri" w:hAnsi="Calibri" w:cs="Calibri"/>
              </w:rPr>
              <w:t>contesta</w:t>
            </w:r>
            <w:proofErr w:type="spellEnd"/>
            <w:r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9A9A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 w:rsidR="00956870">
              <w:rPr>
                <w:rFonts w:ascii="Calibri" w:hAnsi="Calibri" w:cs="Calibri"/>
              </w:rPr>
              <w:t>Conf.dr.ing</w:t>
            </w:r>
            <w:proofErr w:type="spellEnd"/>
            <w:r w:rsidR="00956870">
              <w:rPr>
                <w:rFonts w:ascii="Calibri" w:hAnsi="Calibri" w:cs="Calibri"/>
              </w:rPr>
              <w:t xml:space="preserve">. Gavril </w:t>
            </w:r>
            <w:proofErr w:type="spellStart"/>
            <w:r w:rsidR="00956870">
              <w:rPr>
                <w:rFonts w:ascii="Calibri" w:hAnsi="Calibri" w:cs="Calibri"/>
              </w:rPr>
              <w:t>Hoda</w:t>
            </w:r>
            <w:proofErr w:type="spellEnd"/>
          </w:p>
          <w:p w14:paraId="6D7CEC38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Conf. </w:t>
            </w:r>
            <w:proofErr w:type="spellStart"/>
            <w:r>
              <w:rPr>
                <w:rFonts w:ascii="Calibri" w:hAnsi="Calibri" w:cs="Calibri"/>
              </w:rPr>
              <w:t>dr.ing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Claudiu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Aciu</w:t>
            </w:r>
            <w:proofErr w:type="spellEnd"/>
          </w:p>
          <w:p w14:paraId="6C7F1E39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Conf.dr.ing</w:t>
            </w:r>
            <w:proofErr w:type="spellEnd"/>
            <w:r>
              <w:rPr>
                <w:rFonts w:ascii="Calibri" w:hAnsi="Calibri" w:cs="Calibri"/>
              </w:rPr>
              <w:t>. Attila Puskas</w:t>
            </w:r>
          </w:p>
        </w:tc>
      </w:tr>
      <w:tr w:rsidR="00877328" w:rsidRPr="00CB6522" w14:paraId="72828A72" w14:textId="77777777" w:rsidTr="00973B1B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A443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F67EB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877328" w:rsidRPr="00CB6522" w14:paraId="5EE95F2E" w14:textId="77777777" w:rsidTr="00973B1B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61CB8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8880" w14:textId="77777777" w:rsidR="00877328" w:rsidRPr="008F53F1" w:rsidRDefault="00877328" w:rsidP="00973B1B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877328" w:rsidRPr="00CB6522" w14:paraId="48F1A6DE" w14:textId="77777777" w:rsidTr="00973B1B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548E5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4339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799B5F39" w14:textId="77777777" w:rsidR="009B4A49" w:rsidRPr="00515793" w:rsidRDefault="009B4A49" w:rsidP="00613500">
      <w:pPr>
        <w:rPr>
          <w:szCs w:val="20"/>
          <w:lang w:val="ro-RO"/>
        </w:rPr>
      </w:pPr>
    </w:p>
    <w:sectPr w:rsidR="009B4A49" w:rsidRPr="00515793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DB263" w14:textId="77777777" w:rsidR="0011138F" w:rsidRDefault="0011138F">
      <w:r>
        <w:separator/>
      </w:r>
    </w:p>
  </w:endnote>
  <w:endnote w:type="continuationSeparator" w:id="0">
    <w:p w14:paraId="243DF7F2" w14:textId="77777777" w:rsidR="0011138F" w:rsidRDefault="0011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77777777" w:rsidR="002549E4" w:rsidRDefault="009401C3" w:rsidP="002549E4">
    <w:pPr>
      <w:pStyle w:val="Footer"/>
    </w:pPr>
    <w:r>
      <w:pict w14:anchorId="69C7A5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5pt;height:29.25pt">
          <v:imagedata r:id="rId1" o:title="footer_E"/>
        </v:shape>
      </w:pict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EF0AE" w14:textId="77777777" w:rsidR="0011138F" w:rsidRDefault="0011138F">
      <w:r>
        <w:separator/>
      </w:r>
    </w:p>
  </w:footnote>
  <w:footnote w:type="continuationSeparator" w:id="0">
    <w:p w14:paraId="63C2A361" w14:textId="77777777" w:rsidR="0011138F" w:rsidRDefault="0011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77777777" w:rsidR="00870AE0" w:rsidRPr="00692D66" w:rsidRDefault="0011138F" w:rsidP="003D3FC2">
    <w:pPr>
      <w:pStyle w:val="Header"/>
      <w:jc w:val="center"/>
    </w:pPr>
    <w:r>
      <w:pict w14:anchorId="64033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0.5pt;height:60pt">
          <v:imagedata r:id="rId1" o:title="antet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77777777" w:rsidR="005160B9" w:rsidRDefault="009401C3">
    <w:pPr>
      <w:pStyle w:val="Header"/>
    </w:pPr>
    <w:r>
      <w:pict w14:anchorId="2B340C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92.25pt">
          <v:imagedata r:id="rId1" o:title="ANTET UT_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3"/>
  </w:num>
  <w:num w:numId="3" w16cid:durableId="579755036">
    <w:abstractNumId w:val="2"/>
  </w:num>
  <w:num w:numId="4" w16cid:durableId="1509056740">
    <w:abstractNumId w:val="1"/>
  </w:num>
  <w:num w:numId="5" w16cid:durableId="1554929571">
    <w:abstractNumId w:val="4"/>
  </w:num>
  <w:num w:numId="6" w16cid:durableId="1308046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1138F"/>
    <w:rsid w:val="00124E07"/>
    <w:rsid w:val="001325AB"/>
    <w:rsid w:val="001439EB"/>
    <w:rsid w:val="00151FE3"/>
    <w:rsid w:val="0017277F"/>
    <w:rsid w:val="00194FC3"/>
    <w:rsid w:val="001A051B"/>
    <w:rsid w:val="001B2172"/>
    <w:rsid w:val="001B4317"/>
    <w:rsid w:val="001D1381"/>
    <w:rsid w:val="001E20E9"/>
    <w:rsid w:val="001F11F7"/>
    <w:rsid w:val="001F2983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85283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2DC9"/>
    <w:rsid w:val="006E5124"/>
    <w:rsid w:val="0071467A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F53F1"/>
    <w:rsid w:val="008F5C1B"/>
    <w:rsid w:val="00911F2C"/>
    <w:rsid w:val="0091318B"/>
    <w:rsid w:val="00913956"/>
    <w:rsid w:val="00924236"/>
    <w:rsid w:val="009401C3"/>
    <w:rsid w:val="00944436"/>
    <w:rsid w:val="00950210"/>
    <w:rsid w:val="00951AF7"/>
    <w:rsid w:val="00956870"/>
    <w:rsid w:val="00961FEB"/>
    <w:rsid w:val="00973B1B"/>
    <w:rsid w:val="009B4A49"/>
    <w:rsid w:val="009F321A"/>
    <w:rsid w:val="009F432D"/>
    <w:rsid w:val="00A06D2C"/>
    <w:rsid w:val="00A92CDE"/>
    <w:rsid w:val="00A963E8"/>
    <w:rsid w:val="00AB63C6"/>
    <w:rsid w:val="00AB63F6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C454E"/>
    <w:rsid w:val="00F53224"/>
    <w:rsid w:val="00F602BD"/>
    <w:rsid w:val="00F60440"/>
    <w:rsid w:val="00F83373"/>
    <w:rsid w:val="00FB5CFE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3</cp:revision>
  <cp:lastPrinted>2022-06-15T12:21:00Z</cp:lastPrinted>
  <dcterms:created xsi:type="dcterms:W3CDTF">2022-06-23T03:15:00Z</dcterms:created>
  <dcterms:modified xsi:type="dcterms:W3CDTF">2022-07-01T08:03:00Z</dcterms:modified>
</cp:coreProperties>
</file>